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E2EFD" w:rsidR="004F53C3" w:rsidP="004F53C3" w:rsidRDefault="004F53C3" w14:paraId="60A7DECD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5E2EFD">
        <w:rPr>
          <w:rFonts w:ascii="Corbel" w:hAnsi="Corbel"/>
          <w:bCs/>
          <w:i/>
        </w:rPr>
        <w:t>UR</w:t>
      </w:r>
      <w:proofErr w:type="spellEnd"/>
      <w:r w:rsidRPr="005E2EFD">
        <w:rPr>
          <w:rFonts w:ascii="Corbel" w:hAnsi="Corbel"/>
          <w:bCs/>
          <w:i/>
        </w:rPr>
        <w:t xml:space="preserve">  nr 12/2019</w:t>
      </w:r>
    </w:p>
    <w:p w:rsidRPr="009C54AE" w:rsidR="0085747A" w:rsidP="009C54AE" w:rsidRDefault="0085747A" w14:paraId="495109B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5E2EFD" w:rsidR="004F53C3" w:rsidP="00AE21AC" w:rsidRDefault="0071620A" w14:paraId="23F72AD5" w14:textId="1C42527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AE21AC">
        <w:rPr>
          <w:rFonts w:ascii="Corbel" w:hAnsi="Corbel"/>
          <w:i/>
          <w:smallCaps/>
          <w:sz w:val="24"/>
          <w:szCs w:val="24"/>
        </w:rPr>
        <w:t>2022-2025</w:t>
      </w:r>
      <w:r w:rsidR="00AE21AC">
        <w:rPr>
          <w:rFonts w:ascii="Corbel" w:hAnsi="Corbel"/>
          <w:i/>
          <w:smallCaps/>
          <w:sz w:val="24"/>
          <w:szCs w:val="24"/>
        </w:rPr>
        <w:br/>
      </w:r>
      <w:r w:rsidRPr="005E2EFD" w:rsidR="004F53C3">
        <w:rPr>
          <w:rFonts w:ascii="Corbel" w:hAnsi="Corbel"/>
          <w:sz w:val="20"/>
          <w:szCs w:val="20"/>
        </w:rPr>
        <w:t>Rok akademicki   202</w:t>
      </w:r>
      <w:r w:rsidR="00AE21AC">
        <w:rPr>
          <w:rFonts w:ascii="Corbel" w:hAnsi="Corbel"/>
          <w:sz w:val="20"/>
          <w:szCs w:val="20"/>
        </w:rPr>
        <w:t>4</w:t>
      </w:r>
      <w:r w:rsidRPr="005E2EFD" w:rsidR="004F53C3">
        <w:rPr>
          <w:rFonts w:ascii="Corbel" w:hAnsi="Corbel"/>
          <w:sz w:val="20"/>
          <w:szCs w:val="20"/>
        </w:rPr>
        <w:t>/20</w:t>
      </w:r>
      <w:r w:rsidR="004726B9">
        <w:rPr>
          <w:rFonts w:ascii="Corbel" w:hAnsi="Corbel"/>
          <w:sz w:val="20"/>
          <w:szCs w:val="20"/>
        </w:rPr>
        <w:t>2</w:t>
      </w:r>
      <w:r w:rsidR="00AE21AC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9C54AE" w:rsidR="0085747A" w:rsidP="009C54AE" w:rsidRDefault="0085747A" w14:paraId="26C421B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D4D7AE3" w14:textId="573B6C3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5B788DCD" w14:textId="77777777">
        <w:tc>
          <w:tcPr>
            <w:tcW w:w="2694" w:type="dxa"/>
            <w:vAlign w:val="center"/>
          </w:tcPr>
          <w:p w:rsidRPr="00BC2E4C" w:rsidR="0085747A" w:rsidP="009C54AE" w:rsidRDefault="0085747A" w14:paraId="30702C69" w14:textId="7CB0CF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37B36" w14:paraId="5A6478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Pr="009C54AE" w:rsidR="0085747A" w:rsidTr="00B819C8" w14:paraId="06F05E16" w14:textId="77777777">
        <w:tc>
          <w:tcPr>
            <w:tcW w:w="2694" w:type="dxa"/>
            <w:vAlign w:val="center"/>
          </w:tcPr>
          <w:p w:rsidRPr="00BC2E4C" w:rsidR="0085747A" w:rsidP="009C54AE" w:rsidRDefault="0085747A" w14:paraId="3AE4D295" w14:textId="2CC7FC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37B36" w14:paraId="776F61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37B36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837B36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Pr="009C54AE" w:rsidR="0085747A" w:rsidTr="00B819C8" w14:paraId="34271BC6" w14:textId="77777777">
        <w:tc>
          <w:tcPr>
            <w:tcW w:w="2694" w:type="dxa"/>
            <w:vAlign w:val="center"/>
          </w:tcPr>
          <w:p w:rsidRPr="00BC2E4C" w:rsidR="0085747A" w:rsidP="00EA4832" w:rsidRDefault="00684CD7" w14:paraId="4E5617FB" w14:textId="5916470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BC2E4C" w:rsidR="0085747A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62B30" w14:paraId="57E2D58B" w14:textId="403BB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E49B9F1" w14:textId="77777777">
        <w:tc>
          <w:tcPr>
            <w:tcW w:w="2694" w:type="dxa"/>
            <w:vAlign w:val="center"/>
          </w:tcPr>
          <w:p w:rsidRPr="00BC2E4C" w:rsidR="0085747A" w:rsidP="009C54AE" w:rsidRDefault="0085747A" w14:paraId="5B6152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684CD7" w:rsidR="0085747A" w:rsidP="00837B36" w:rsidRDefault="00684CD7" w14:paraId="3FA4BF3F" w14:textId="5EA9F7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Pr="009C54AE" w:rsidR="005C15EE" w:rsidTr="00B819C8" w14:paraId="4F3C0149" w14:textId="77777777">
        <w:tc>
          <w:tcPr>
            <w:tcW w:w="2694" w:type="dxa"/>
            <w:vAlign w:val="center"/>
          </w:tcPr>
          <w:p w:rsidRPr="00BC2E4C" w:rsidR="005C15EE" w:rsidP="009C54AE" w:rsidRDefault="005C15EE" w14:paraId="5D6F15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5C15EE" w:rsidP="00BC2E4C" w:rsidRDefault="005C15EE" w14:paraId="098BB2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5C15EE" w:rsidTr="00B819C8" w14:paraId="66047896" w14:textId="77777777">
        <w:tc>
          <w:tcPr>
            <w:tcW w:w="2694" w:type="dxa"/>
            <w:vAlign w:val="center"/>
          </w:tcPr>
          <w:p w:rsidRPr="00BC2E4C" w:rsidR="005C15EE" w:rsidP="009C54AE" w:rsidRDefault="005C15EE" w14:paraId="4C0A1AB2" w14:textId="55147D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:rsidRPr="009C54AE" w:rsidR="005C15EE" w:rsidP="00540C1F" w:rsidRDefault="00E312D6" w14:paraId="3AAEFBF3" w14:textId="23826C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5C15EE" w:rsidTr="00B819C8" w14:paraId="08AFC9FE" w14:textId="77777777">
        <w:tc>
          <w:tcPr>
            <w:tcW w:w="2694" w:type="dxa"/>
            <w:vAlign w:val="center"/>
          </w:tcPr>
          <w:p w:rsidRPr="00BC2E4C" w:rsidR="005C15EE" w:rsidP="009C54AE" w:rsidRDefault="005C15EE" w14:paraId="5492EE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4841F0" w:rsidR="005C15EE" w:rsidP="009C54AE" w:rsidRDefault="00011636" w14:paraId="23C647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 w:rsidR="001F144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5C15EE" w:rsidTr="00B819C8" w14:paraId="0F4B7174" w14:textId="77777777">
        <w:tc>
          <w:tcPr>
            <w:tcW w:w="2694" w:type="dxa"/>
            <w:vAlign w:val="center"/>
          </w:tcPr>
          <w:p w:rsidRPr="00BC2E4C" w:rsidR="005C15EE" w:rsidP="009C54AE" w:rsidRDefault="005C15EE" w14:paraId="5AE4C6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5C15EE" w:rsidP="009C54AE" w:rsidRDefault="00684CD7" w14:paraId="1591A3F3" w14:textId="284CAA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5C15EE" w:rsidTr="00B819C8" w14:paraId="531BA907" w14:textId="77777777">
        <w:tc>
          <w:tcPr>
            <w:tcW w:w="2694" w:type="dxa"/>
            <w:vAlign w:val="center"/>
          </w:tcPr>
          <w:p w:rsidRPr="00BC2E4C" w:rsidR="005C15EE" w:rsidP="009C54AE" w:rsidRDefault="005C15EE" w14:paraId="5C4C30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9C54AE" w:rsidR="005C15EE" w:rsidP="009C54AE" w:rsidRDefault="00837B36" w14:paraId="71E401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5C15EE" w:rsidTr="00B819C8" w14:paraId="45A20424" w14:textId="77777777">
        <w:tc>
          <w:tcPr>
            <w:tcW w:w="2694" w:type="dxa"/>
            <w:vAlign w:val="center"/>
          </w:tcPr>
          <w:p w:rsidRPr="00BC2E4C" w:rsidR="005C15EE" w:rsidP="009C54AE" w:rsidRDefault="005C15EE" w14:paraId="67305D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5C15EE" w:rsidP="001B1A2D" w:rsidRDefault="001B1A2D" w14:paraId="458620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Pr="009C54AE" w:rsidR="005C15EE" w:rsidTr="00B819C8" w14:paraId="7C817BF9" w14:textId="77777777">
        <w:tc>
          <w:tcPr>
            <w:tcW w:w="2694" w:type="dxa"/>
            <w:vAlign w:val="center"/>
          </w:tcPr>
          <w:p w:rsidRPr="00BC2E4C" w:rsidR="005C15EE" w:rsidP="009C54AE" w:rsidRDefault="005C15EE" w14:paraId="7385B5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5C15EE" w:rsidP="009C54AE" w:rsidRDefault="00FC7FF2" w14:paraId="6BA38D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5C15EE" w:rsidTr="00B819C8" w14:paraId="50377DB1" w14:textId="77777777">
        <w:tc>
          <w:tcPr>
            <w:tcW w:w="2694" w:type="dxa"/>
            <w:vAlign w:val="center"/>
          </w:tcPr>
          <w:p w:rsidRPr="00BC2E4C" w:rsidR="005C15EE" w:rsidP="009C54AE" w:rsidRDefault="005C15EE" w14:paraId="0E7E0A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5C15EE" w:rsidP="009C54AE" w:rsidRDefault="00837B36" w14:paraId="1463B5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Pr="009C54AE" w:rsidR="005C15EE" w:rsidTr="00B819C8" w14:paraId="0591525B" w14:textId="77777777">
        <w:tc>
          <w:tcPr>
            <w:tcW w:w="2694" w:type="dxa"/>
            <w:vAlign w:val="center"/>
          </w:tcPr>
          <w:p w:rsidRPr="00BC2E4C" w:rsidR="005C15EE" w:rsidP="009C54AE" w:rsidRDefault="005C15EE" w14:paraId="7BDDC8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37B36" w:rsidR="00837B36" w:rsidP="00837B36" w:rsidRDefault="00837B36" w14:paraId="06747C03" w14:textId="403BE8E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:rsidRPr="00837B36" w:rsidR="00837B36" w:rsidP="00837B36" w:rsidRDefault="00837B36" w14:paraId="3DC63A5C" w14:textId="4C9EF66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:rsidRPr="009C54AE" w:rsidR="005C15EE" w:rsidP="00837B36" w:rsidRDefault="00837B36" w14:paraId="78B9A8E5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:rsidRPr="00684CD7" w:rsidR="0085747A" w:rsidP="009C54AE" w:rsidRDefault="0085747A" w14:paraId="33111599" w14:textId="1BDD4C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684CD7" w:rsid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Pr="009C54AE" w:rsidR="0085747A" w:rsidP="009C54AE" w:rsidRDefault="0085747A" w14:paraId="225AD96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125328A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3FC2518" w14:paraId="472A2CF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C2E4C" w:rsidR="00015B8F" w:rsidP="009C54AE" w:rsidRDefault="00015B8F" w14:paraId="1B4C29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BC2E4C" w:rsidR="00015B8F" w:rsidP="009C54AE" w:rsidRDefault="002B5EA0" w14:paraId="53E787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BC2E4C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C2E4C" w:rsidR="00015B8F" w:rsidP="009C54AE" w:rsidRDefault="00015B8F" w14:paraId="7445EF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C2E4C" w:rsidR="00015B8F" w:rsidP="009C54AE" w:rsidRDefault="00015B8F" w14:paraId="39F180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C2E4C" w:rsidR="00015B8F" w:rsidP="009C54AE" w:rsidRDefault="00015B8F" w14:paraId="00E9C4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C2E4C" w:rsidR="00015B8F" w:rsidP="009C54AE" w:rsidRDefault="00015B8F" w14:paraId="231AB1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C2E4C" w:rsidR="00015B8F" w:rsidP="009C54AE" w:rsidRDefault="00015B8F" w14:paraId="5227BE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C2E4C" w:rsidR="00015B8F" w:rsidP="009C54AE" w:rsidRDefault="00015B8F" w14:paraId="59D3ED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C2E4C" w:rsidR="00015B8F" w:rsidP="009C54AE" w:rsidRDefault="00015B8F" w14:paraId="32543B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C2E4C" w:rsidR="00015B8F" w:rsidP="009C54AE" w:rsidRDefault="00015B8F" w14:paraId="648841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C2E4C" w:rsidR="00015B8F" w:rsidP="009C54AE" w:rsidRDefault="00015B8F" w14:paraId="5A5342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Pr="009C54AE" w:rsidR="00015B8F" w:rsidTr="43FC2518" w14:paraId="76B8FFA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684CD7" w14:paraId="380B0599" w14:textId="13BC4A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9E295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3FC2518" w:rsidRDefault="00837B36" w14:paraId="2490FDD3" w14:textId="195191B3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3FC2518" w:rsidR="43FC251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9663DD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5EAE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5463A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4C72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9D324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43C57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43FC2518" w:rsidRDefault="00837B36" w14:paraId="59E9BB08" w14:textId="448EAC0C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43FC2518" w:rsid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234195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3BCBB4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A6A689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DC2B6A" w:rsidR="00145650" w:rsidP="00145650" w:rsidRDefault="00145650" w14:paraId="61F72ACC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DC2B6A">
        <w:rPr>
          <w:rStyle w:val="normaltextrun"/>
          <w:rFonts w:ascii="Wingdings" w:hAnsi="Wingdings" w:eastAsia="Wingdings" w:cs="Wingdings"/>
        </w:rPr>
        <w:t>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proofErr w:type="spellStart"/>
      <w:r w:rsidRPr="00DC2B6A">
        <w:rPr>
          <w:rStyle w:val="spellingerror"/>
          <w:rFonts w:ascii="Corbel" w:hAnsi="Corbel"/>
        </w:rPr>
        <w:t>Teams</w:t>
      </w:r>
      <w:proofErr w:type="spellEnd"/>
      <w:r w:rsidRPr="00DC2B6A">
        <w:rPr>
          <w:rStyle w:val="spellingerror"/>
          <w:rFonts w:ascii="Corbel" w:hAnsi="Corbel"/>
        </w:rPr>
        <w:t>)</w:t>
      </w:r>
      <w:r w:rsidRPr="00DC2B6A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145650" w:rsidP="00145650" w:rsidRDefault="00145650" w14:paraId="6231B0DE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1C2284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B19B9" w:rsidR="0085747A" w:rsidP="00AB19B9" w:rsidRDefault="00E22FBC" w14:paraId="73486AF6" w14:textId="27E019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Pr="009C54AE" w:rsidR="00145650">
        <w:rPr>
          <w:rFonts w:ascii="Corbel" w:hAnsi="Corbel"/>
          <w:b w:val="0"/>
          <w:smallCaps w:val="0"/>
          <w:szCs w:val="24"/>
        </w:rPr>
        <w:t>egzamin</w:t>
      </w:r>
    </w:p>
    <w:p w:rsidR="001C42CE" w:rsidP="009C54AE" w:rsidRDefault="001C42CE" w14:paraId="320255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85747A" w14:paraId="1E9C21C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504A2D8" w14:textId="77777777">
        <w:tc>
          <w:tcPr>
            <w:tcW w:w="9670" w:type="dxa"/>
          </w:tcPr>
          <w:p w:rsidRPr="00145650" w:rsidR="00145650" w:rsidP="00145650" w:rsidRDefault="00AB19B9" w14:paraId="1E2B2916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Pr="00145650" w:rsidR="003530C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:rsidRPr="00145650" w:rsidR="0085747A" w:rsidP="00145650" w:rsidRDefault="00AB19B9" w14:paraId="2159970D" w14:textId="4EF167E2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Pr="00145650" w:rsidR="003530C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Pr="00145650" w:rsidR="003530C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między cechami </w:t>
            </w:r>
            <w:r w:rsidRPr="00145650" w:rsidR="003530C0">
              <w:rPr>
                <w:rFonts w:ascii="Corbel" w:hAnsi="Corbel"/>
                <w:sz w:val="24"/>
                <w:szCs w:val="24"/>
              </w:rPr>
              <w:t xml:space="preserve">jakościowymi (wyrażonymi w skali nominalnej i porządkowej), funkcji trendu </w:t>
            </w:r>
            <w:r w:rsidRPr="00145650" w:rsidR="003530C0">
              <w:rPr>
                <w:rFonts w:ascii="Corbel" w:hAnsi="Corbel"/>
                <w:sz w:val="24"/>
                <w:szCs w:val="24"/>
              </w:rPr>
              <w:lastRenderedPageBreak/>
              <w:t>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Pr="00145650" w:rsidR="003530C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153C41" w:rsidP="009C54AE" w:rsidRDefault="00153C41" w14:paraId="1DE7F9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674D5DD3" w14:textId="3803BC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1E1544A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0F70B04" w14:textId="7A2E50D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C64F04" w:rsidTr="00923D7D" w14:paraId="122BCE11" w14:textId="77777777">
        <w:tc>
          <w:tcPr>
            <w:tcW w:w="851" w:type="dxa"/>
            <w:vAlign w:val="center"/>
          </w:tcPr>
          <w:p w:rsidRPr="00C64F04" w:rsidR="00C64F04" w:rsidP="000B3122" w:rsidRDefault="00C64F04" w14:paraId="106E5E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64F04" w:rsidR="00C64F04" w:rsidP="00C64F04" w:rsidRDefault="00C64F04" w14:paraId="75211B9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C64F04" w:rsidTr="00F43417" w14:paraId="0CBD3768" w14:textId="77777777">
        <w:tc>
          <w:tcPr>
            <w:tcW w:w="851" w:type="dxa"/>
            <w:vAlign w:val="center"/>
          </w:tcPr>
          <w:p w:rsidRPr="00C64F04" w:rsidR="00C64F04" w:rsidP="000B3122" w:rsidRDefault="00C64F04" w14:paraId="358D18C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C64F04" w:rsidR="00C64F04" w:rsidP="00C64F04" w:rsidRDefault="00C64F04" w14:paraId="00FD33E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Pr="009C54AE" w:rsidR="00C64F04" w:rsidTr="00F43417" w14:paraId="0DE1DADF" w14:textId="77777777">
        <w:tc>
          <w:tcPr>
            <w:tcW w:w="851" w:type="dxa"/>
            <w:vAlign w:val="center"/>
          </w:tcPr>
          <w:p w:rsidRPr="00C64F04" w:rsidR="00C64F04" w:rsidP="000B3122" w:rsidRDefault="00C64F04" w14:paraId="5203486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C64F04" w:rsidR="00C64F04" w:rsidP="00C64F04" w:rsidRDefault="00C64F04" w14:paraId="62FC8E0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C64F04" w:rsidTr="00F43417" w14:paraId="206E4934" w14:textId="77777777">
        <w:tc>
          <w:tcPr>
            <w:tcW w:w="851" w:type="dxa"/>
            <w:vAlign w:val="center"/>
          </w:tcPr>
          <w:p w:rsidRPr="00C64F04" w:rsidR="00C64F04" w:rsidP="00C64F04" w:rsidRDefault="00C64F04" w14:paraId="2C964A32" w14:textId="77777777">
            <w:pPr>
              <w:pStyle w:val="Podpunkty"/>
              <w:spacing w:before="40" w:after="40"/>
              <w:ind w:left="0"/>
              <w:rPr>
                <w:rFonts w:ascii="Corbel" w:hAnsi="Corbel" w:eastAsia="Calibri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hAnsi="Corbel" w:eastAsia="Calibri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:rsidRPr="00C64F04" w:rsidR="00C64F04" w:rsidP="00C64F04" w:rsidRDefault="00C64F04" w14:paraId="1CA927F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:rsidRPr="009C54AE" w:rsidR="0085747A" w:rsidP="009C54AE" w:rsidRDefault="0085747A" w14:paraId="41FB250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AC7A4C0" w14:textId="0EB16A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6C767404" w14:textId="77777777">
        <w:tc>
          <w:tcPr>
            <w:tcW w:w="1701" w:type="dxa"/>
            <w:vAlign w:val="center"/>
          </w:tcPr>
          <w:p w:rsidRPr="009C54AE" w:rsidR="0085747A" w:rsidP="009C54AE" w:rsidRDefault="0085747A" w14:paraId="38085096" w14:textId="246F3B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9C54AE" w:rsidRDefault="0085747A" w14:paraId="3208677B" w14:textId="5B5DB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:rsidRPr="009C54AE" w:rsidR="0085747A" w:rsidP="009C54AE" w:rsidRDefault="0085747A" w14:paraId="07769D1F" w14:textId="1BD87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Pr="009C54AE" w:rsidR="00075508" w:rsidTr="005E6E85" w14:paraId="4A473ED1" w14:textId="77777777">
        <w:tc>
          <w:tcPr>
            <w:tcW w:w="1701" w:type="dxa"/>
          </w:tcPr>
          <w:p w:rsidRPr="00075508" w:rsidR="00075508" w:rsidP="00075508" w:rsidRDefault="00075508" w14:paraId="174DC1C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075508" w:rsidR="00075508" w:rsidP="00075508" w:rsidRDefault="003C3939" w14:paraId="1D0FC0BE" w14:textId="1CA7837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:rsidRPr="00075508" w:rsidR="00075508" w:rsidP="0065662D" w:rsidRDefault="0065662D" w14:paraId="0061FD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75508" w:rsid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Pr="009C54AE" w:rsidR="00075508" w:rsidTr="005E6E85" w14:paraId="40ADAABD" w14:textId="77777777">
        <w:tc>
          <w:tcPr>
            <w:tcW w:w="1701" w:type="dxa"/>
          </w:tcPr>
          <w:p w:rsidRPr="00075508" w:rsidR="00075508" w:rsidP="00075508" w:rsidRDefault="00075508" w14:paraId="2A41A28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1A46DE" w:rsidR="00075508" w:rsidP="00075508" w:rsidRDefault="003C3939" w14:paraId="33060684" w14:textId="4DD40B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1A46DE" w:rsid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:rsidRPr="00075508" w:rsidR="00075508" w:rsidP="001A46DE" w:rsidRDefault="0065662D" w14:paraId="482EA646" w14:textId="43C1F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1A46DE" w:rsidTr="005E6E85" w14:paraId="66AB1A3C" w14:textId="77777777">
        <w:tc>
          <w:tcPr>
            <w:tcW w:w="1701" w:type="dxa"/>
          </w:tcPr>
          <w:p w:rsidRPr="00075508" w:rsidR="001A46DE" w:rsidP="00075508" w:rsidRDefault="001A46DE" w14:paraId="15CC9F24" w14:textId="2765AD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075508" w:rsidR="001A46DE" w:rsidP="00075508" w:rsidRDefault="003C3939" w14:paraId="6601F241" w14:textId="33D83921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:rsidR="001A46DE" w:rsidP="001A46DE" w:rsidRDefault="001A46DE" w14:paraId="73B7A112" w14:textId="6FCD49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075508" w:rsidTr="005E6E85" w14:paraId="729468F7" w14:textId="77777777">
        <w:tc>
          <w:tcPr>
            <w:tcW w:w="1701" w:type="dxa"/>
          </w:tcPr>
          <w:p w:rsidRPr="00075508" w:rsidR="00075508" w:rsidP="00075508" w:rsidRDefault="00075508" w14:paraId="617BF04C" w14:textId="4023DD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075508" w:rsidR="00075508" w:rsidP="00075508" w:rsidRDefault="003C3939" w14:paraId="6ABE7311" w14:textId="11620FA1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5B1A3D" w:rsid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:rsidRPr="00075508" w:rsidR="00075508" w:rsidP="0065662D" w:rsidRDefault="0065662D" w14:paraId="27513CC0" w14:textId="04BBF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Pr="009C54AE" w:rsidR="0085747A" w:rsidP="009C54AE" w:rsidRDefault="0085747A" w14:paraId="428BB60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4D40757" w14:textId="7424AFF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>reści programowe</w:t>
      </w:r>
    </w:p>
    <w:p w:rsidRPr="009C54AE" w:rsidR="0085747A" w:rsidP="009C54AE" w:rsidRDefault="0085747A" w14:paraId="4F72DDF3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84CD7" w14:paraId="5FF9CBF4" w14:textId="77777777">
        <w:tc>
          <w:tcPr>
            <w:tcW w:w="9520" w:type="dxa"/>
          </w:tcPr>
          <w:p w:rsidRPr="009C54AE" w:rsidR="0085747A" w:rsidP="009C54AE" w:rsidRDefault="0085747A" w14:paraId="04B99E4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275AA" w:rsidTr="00684CD7" w14:paraId="0F0A2B9F" w14:textId="77777777">
        <w:tc>
          <w:tcPr>
            <w:tcW w:w="9520" w:type="dxa"/>
          </w:tcPr>
          <w:p w:rsidRPr="00F275AA" w:rsidR="00F275AA" w:rsidP="000B3122" w:rsidRDefault="00F275AA" w14:paraId="0D123865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Pr="009C54AE" w:rsidR="00F275AA" w:rsidTr="00684CD7" w14:paraId="4CA37B5A" w14:textId="77777777">
        <w:tc>
          <w:tcPr>
            <w:tcW w:w="9520" w:type="dxa"/>
          </w:tcPr>
          <w:p w:rsidRPr="00F275AA" w:rsidR="00F275AA" w:rsidP="000B3122" w:rsidRDefault="00F275AA" w14:paraId="14383DB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Indywidualne wskaźniki dynamiki cen, wartości i ilości sprzedaży ich rodzaje – metody łączenia w jednolite zbiory różnych wskaźników dynamiki</w:t>
            </w:r>
          </w:p>
        </w:tc>
      </w:tr>
      <w:tr w:rsidRPr="009C54AE" w:rsidR="00F275AA" w:rsidTr="00684CD7" w14:paraId="01BAB243" w14:textId="77777777">
        <w:tc>
          <w:tcPr>
            <w:tcW w:w="9520" w:type="dxa"/>
          </w:tcPr>
          <w:p w:rsidRPr="00F275AA" w:rsidR="00F275AA" w:rsidP="000B3122" w:rsidRDefault="00F275AA" w14:paraId="36C0138C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Pr="009C54AE" w:rsidR="00F275AA" w:rsidTr="00684CD7" w14:paraId="50E9F532" w14:textId="77777777">
        <w:tc>
          <w:tcPr>
            <w:tcW w:w="9520" w:type="dxa"/>
          </w:tcPr>
          <w:p w:rsidRPr="00F275AA" w:rsidR="00F275AA" w:rsidP="000B3122" w:rsidRDefault="00F275AA" w14:paraId="725563F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</w:t>
            </w:r>
            <w:proofErr w:type="spellStart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CPI</w:t>
            </w:r>
            <w:proofErr w:type="spellEnd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); indeks cen producentów (</w:t>
            </w:r>
            <w:proofErr w:type="spellStart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PPI</w:t>
            </w:r>
            <w:proofErr w:type="spellEnd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); wskaźniki (indeksy) cen branżowe</w:t>
            </w:r>
          </w:p>
        </w:tc>
      </w:tr>
      <w:tr w:rsidRPr="009C54AE" w:rsidR="00F275AA" w:rsidTr="00684CD7" w14:paraId="037508A4" w14:textId="77777777">
        <w:tc>
          <w:tcPr>
            <w:tcW w:w="9520" w:type="dxa"/>
          </w:tcPr>
          <w:p w:rsidRPr="00F275AA" w:rsidR="00F275AA" w:rsidP="000B3122" w:rsidRDefault="00F275AA" w14:paraId="3A705B8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Pr="009C54AE" w:rsidR="00F275AA" w:rsidTr="00684CD7" w14:paraId="17DD6784" w14:textId="77777777">
        <w:tc>
          <w:tcPr>
            <w:tcW w:w="9520" w:type="dxa"/>
          </w:tcPr>
          <w:p w:rsidRPr="00F275AA" w:rsidR="00F275AA" w:rsidP="000B3122" w:rsidRDefault="00F275AA" w14:paraId="3BD93BF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Pr="009C54AE" w:rsidR="00F275AA" w:rsidTr="00684CD7" w14:paraId="55FDF9C0" w14:textId="77777777">
        <w:tc>
          <w:tcPr>
            <w:tcW w:w="9520" w:type="dxa"/>
          </w:tcPr>
          <w:p w:rsidRPr="00F275AA" w:rsidR="00F275AA" w:rsidP="000B3122" w:rsidRDefault="00F275AA" w14:paraId="23D8FA10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Pr="009C54AE" w:rsidR="00F275AA" w:rsidTr="00684CD7" w14:paraId="7233C0DF" w14:textId="77777777">
        <w:tc>
          <w:tcPr>
            <w:tcW w:w="9520" w:type="dxa"/>
          </w:tcPr>
          <w:p w:rsidRPr="00F275AA" w:rsidR="00F275AA" w:rsidP="000B3122" w:rsidRDefault="00F275AA" w14:paraId="0B630E99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Pr="009C54AE" w:rsidR="00F275AA" w:rsidTr="00684CD7" w14:paraId="7BCE8A66" w14:textId="77777777">
        <w:tc>
          <w:tcPr>
            <w:tcW w:w="9520" w:type="dxa"/>
          </w:tcPr>
          <w:p w:rsidRPr="00F275AA" w:rsidR="00F275AA" w:rsidP="000B3122" w:rsidRDefault="00F275AA" w14:paraId="467B1B2E" w14:textId="239308B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:rsidRPr="009C54AE" w:rsidR="0085747A" w:rsidP="009C54AE" w:rsidRDefault="0085747A" w14:paraId="3DA0715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F286A2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C7DFE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275AA" w:rsidR="00E21E7D" w:rsidP="009C54AE" w:rsidRDefault="00F275AA" w14:paraId="68A6445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:rsidRPr="009C54AE" w:rsidR="0085747A" w:rsidP="00F275AA" w:rsidRDefault="00153C41" w14:paraId="4D97927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Pr="009C54AE" w:rsidR="0085747A" w:rsidP="009C54AE" w:rsidRDefault="00C61DC5" w14:paraId="4ADAE4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A7DEE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C280E97" w14:textId="56BFDB7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9C54AE" w:rsidR="0085747A" w:rsidTr="0077496E" w14:paraId="457AFB7C" w14:textId="77777777">
        <w:tc>
          <w:tcPr>
            <w:tcW w:w="2377" w:type="dxa"/>
            <w:vAlign w:val="center"/>
          </w:tcPr>
          <w:p w:rsidRPr="009C54AE" w:rsidR="0085747A" w:rsidP="009C54AE" w:rsidRDefault="0071620A" w14:paraId="07C49E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Pr="009C54AE" w:rsidR="0085747A" w:rsidP="009C54AE" w:rsidRDefault="0085747A" w14:paraId="1D03966A" w14:textId="6D380E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2DAE18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AEB14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781B1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E7946" w:rsidR="00F275AA" w:rsidTr="0077496E" w14:paraId="7B4BBFBE" w14:textId="77777777"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F275AA" w:rsidP="00F275AA" w:rsidRDefault="00F275AA" w14:paraId="1A0EA6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F275AA" w:rsidP="00F275AA" w:rsidRDefault="00F275AA" w14:paraId="3F0DD0A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F275AA" w:rsidP="000B3122" w:rsidRDefault="00F275AA" w14:paraId="100A6E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2E7946" w:rsidR="00F275AA" w:rsidTr="0077496E" w14:paraId="117E3F4F" w14:textId="77777777"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F275AA" w:rsidP="00F275AA" w:rsidRDefault="00F275AA" w14:paraId="2407C3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F275AA" w:rsidP="00F275AA" w:rsidRDefault="00F275AA" w14:paraId="58DE19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F275AA" w:rsidP="000B3122" w:rsidRDefault="00F275AA" w14:paraId="5B8ED4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2E7946" w:rsidR="00F275AA" w:rsidTr="0077496E" w14:paraId="454BA1D9" w14:textId="77777777"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F275AA" w:rsidP="00F275AA" w:rsidRDefault="00F275AA" w14:paraId="334F71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F275AA" w:rsidP="00F275AA" w:rsidRDefault="00F275AA" w14:paraId="09CB812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F275AA" w:rsidP="000B3122" w:rsidRDefault="00F275AA" w14:paraId="5F25B9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2E7946" w:rsidR="0077496E" w:rsidTr="0077496E" w14:paraId="3EE04D4E" w14:textId="77777777"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77496E" w:rsidP="00A569F1" w:rsidRDefault="0077496E" w14:paraId="178ADF85" w14:textId="7F21E1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77496E" w:rsidP="00A569F1" w:rsidRDefault="0077496E" w14:paraId="45ADBAE6" w14:textId="1C8749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275AA" w:rsidR="0077496E" w:rsidP="00A569F1" w:rsidRDefault="0077496E" w14:paraId="34E7E2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F275AA" w:rsidP="009C54AE" w:rsidRDefault="00F275AA" w14:paraId="018CDCF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5C0DA5D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Pr="47E3EF7A" w:rsidR="0085747A">
        <w:rPr>
          <w:rFonts w:ascii="Corbel" w:hAnsi="Corbel"/>
          <w:smallCaps w:val="0"/>
        </w:rPr>
        <w:t>Warunki zaliczenia przedmiotu (kryteria oceniania)</w:t>
      </w:r>
      <w:r w:rsidRPr="47E3EF7A" w:rsidR="00923D7D">
        <w:rPr>
          <w:rFonts w:ascii="Corbel" w:hAnsi="Corbel"/>
          <w:smallCaps w:val="0"/>
        </w:rPr>
        <w:t xml:space="preserve"> </w:t>
      </w:r>
    </w:p>
    <w:p w:rsidR="47E3EF7A" w:rsidP="47E3EF7A" w:rsidRDefault="47E3EF7A" w14:paraId="1DA7AFB0" w14:textId="639C6370"/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675C484" w14:paraId="2DE1A77F" w14:textId="77777777">
        <w:trPr>
          <w:trHeight w:val="5550"/>
        </w:trPr>
        <w:tc>
          <w:tcPr>
            <w:tcW w:w="9670" w:type="dxa"/>
          </w:tcPr>
          <w:p w:rsidR="7E544C6C" w:rsidP="00145650" w:rsidRDefault="7E544C6C" w14:paraId="3909F7D8" w14:textId="2D1191EE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lastRenderedPageBreak/>
              <w:t>Zaliczenie</w:t>
            </w:r>
          </w:p>
          <w:p w:rsidR="65ADA6FE" w:rsidP="00145650" w:rsidRDefault="65ADA6FE" w14:paraId="0D3B6C0A" w14:textId="72CA04F2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75% oceny stanowią wyniki kolokwium, 25% ocena z pracy projektowej.</w:t>
            </w:r>
          </w:p>
          <w:p w:rsidR="65ADA6FE" w:rsidP="00145650" w:rsidRDefault="65ADA6FE" w14:paraId="7F159346" w14:textId="5DF252CB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Punkty uzyskane za kolokwi</w:t>
            </w:r>
            <w:r w:rsidRPr="47E3EF7A" w:rsidR="5ED847F0">
              <w:rPr>
                <w:rFonts w:ascii="Corbel" w:hAnsi="Corbel" w:eastAsia="Corbel" w:cs="Corbel"/>
                <w:sz w:val="24"/>
                <w:szCs w:val="24"/>
              </w:rPr>
              <w:t>um i pracę proje</w:t>
            </w:r>
            <w:r w:rsidRPr="47E3EF7A" w:rsidR="00211F2E">
              <w:rPr>
                <w:rFonts w:ascii="Corbel" w:hAnsi="Corbel" w:eastAsia="Corbel" w:cs="Corbel"/>
                <w:sz w:val="24"/>
                <w:szCs w:val="24"/>
              </w:rPr>
              <w:t>k</w:t>
            </w:r>
            <w:r w:rsidRPr="47E3EF7A" w:rsidR="5ED847F0">
              <w:rPr>
                <w:rFonts w:ascii="Corbel" w:hAnsi="Corbel" w:eastAsia="Corbel" w:cs="Corbel"/>
                <w:sz w:val="24"/>
                <w:szCs w:val="24"/>
              </w:rPr>
              <w:t>tową</w:t>
            </w:r>
            <w:r w:rsidRPr="47E3EF7A">
              <w:rPr>
                <w:rFonts w:ascii="Corbel" w:hAnsi="Corbel" w:eastAsia="Corbel" w:cs="Corbel"/>
                <w:sz w:val="24"/>
                <w:szCs w:val="24"/>
              </w:rPr>
              <w:t xml:space="preserve"> przeliczane </w:t>
            </w:r>
            <w:r w:rsidRPr="47E3EF7A" w:rsidR="30A094F9">
              <w:rPr>
                <w:rFonts w:ascii="Corbel" w:hAnsi="Corbel" w:eastAsia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hAnsi="Corbel" w:eastAsia="Corbel" w:cs="Corbel"/>
                <w:sz w:val="24"/>
                <w:szCs w:val="24"/>
              </w:rPr>
              <w:t>na procenty, którym odpowiadają oceny</w:t>
            </w:r>
          </w:p>
          <w:p w:rsidR="65ADA6FE" w:rsidP="00145650" w:rsidRDefault="65ADA6FE" w14:paraId="1AD70494" w14:textId="4B832A9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do 50% - niedostateczn</w:t>
            </w:r>
            <w:r w:rsidRPr="47E3EF7A" w:rsidR="5BCA6EBC">
              <w:rPr>
                <w:rFonts w:ascii="Corbel" w:hAnsi="Corbel" w:eastAsia="Corbel" w:cs="Corbel"/>
                <w:sz w:val="24"/>
                <w:szCs w:val="24"/>
              </w:rPr>
              <w:t>y</w:t>
            </w:r>
          </w:p>
          <w:p w:rsidR="65ADA6FE" w:rsidP="00145650" w:rsidRDefault="65ADA6FE" w14:paraId="0934CAD8" w14:textId="261F6A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51% - 60% - dostateczny</w:t>
            </w:r>
          </w:p>
          <w:p w:rsidR="65ADA6FE" w:rsidP="00145650" w:rsidRDefault="65ADA6FE" w14:paraId="79082949" w14:textId="48AD08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61% - 70% - dostateczny plus</w:t>
            </w:r>
          </w:p>
          <w:p w:rsidR="65ADA6FE" w:rsidP="00145650" w:rsidRDefault="65ADA6FE" w14:paraId="535A9F9C" w14:textId="381BFA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71% - 80% - dobry</w:t>
            </w:r>
          </w:p>
          <w:p w:rsidR="65ADA6FE" w:rsidP="00145650" w:rsidRDefault="65ADA6FE" w14:paraId="3DDAC49F" w14:textId="0B4F6B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81% -  90% - dobry plus</w:t>
            </w:r>
          </w:p>
          <w:p w:rsidR="65ADA6FE" w:rsidP="00145650" w:rsidRDefault="65ADA6FE" w14:paraId="6556BD04" w14:textId="255D290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91% -  100% - bardzo dobry</w:t>
            </w:r>
          </w:p>
          <w:p w:rsidR="65ADA6FE" w:rsidP="00145650" w:rsidRDefault="65ADA6FE" w14:paraId="0D93806F" w14:textId="34065BA1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Egzamin</w:t>
            </w:r>
          </w:p>
          <w:p w:rsidR="65ADA6FE" w:rsidP="00145650" w:rsidRDefault="65ADA6FE" w14:paraId="1DA5B9B7" w14:textId="742FC39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Pr="47E3EF7A" w:rsidR="6BA4BB62">
              <w:rPr>
                <w:rFonts w:ascii="Corbel" w:hAnsi="Corbel" w:eastAsia="Corbel" w:cs="Corbel"/>
                <w:sz w:val="24"/>
                <w:szCs w:val="24"/>
              </w:rPr>
              <w:t>.</w:t>
            </w:r>
            <w:r w:rsidRPr="47E3EF7A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47E3EF7A" w:rsidR="609D5C60">
              <w:rPr>
                <w:rFonts w:ascii="Corbel" w:hAnsi="Corbel" w:eastAsia="Corbel" w:cs="Corbel"/>
                <w:sz w:val="24"/>
                <w:szCs w:val="24"/>
              </w:rPr>
              <w:t>Uzyskane punkty przeliczane są na procenty, wg kryterium:</w:t>
            </w:r>
          </w:p>
          <w:p w:rsidR="74C18763" w:rsidP="00145650" w:rsidRDefault="74C18763" w14:paraId="11F50847" w14:textId="7D86DE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do 50% - niedostateczny</w:t>
            </w:r>
          </w:p>
          <w:p w:rsidR="65ADA6FE" w:rsidP="00145650" w:rsidRDefault="65ADA6FE" w14:paraId="5AA7ECFF" w14:textId="47D821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51% - 60% - dostateczny</w:t>
            </w:r>
          </w:p>
          <w:p w:rsidR="65ADA6FE" w:rsidP="00145650" w:rsidRDefault="65ADA6FE" w14:paraId="338A89DA" w14:textId="3D03DB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61% - 70% - dostateczny plus</w:t>
            </w:r>
          </w:p>
          <w:p w:rsidR="65ADA6FE" w:rsidP="00145650" w:rsidRDefault="65ADA6FE" w14:paraId="60C359E8" w14:textId="2C6C5E1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71% - 80% - dobry</w:t>
            </w:r>
          </w:p>
          <w:p w:rsidR="65ADA6FE" w:rsidP="00145650" w:rsidRDefault="65ADA6FE" w14:paraId="5645BAB3" w14:textId="1A2351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81% -  90% - dobry plus</w:t>
            </w:r>
          </w:p>
          <w:p w:rsidR="65ADA6FE" w:rsidP="00145650" w:rsidRDefault="65ADA6FE" w14:paraId="138EE8ED" w14:textId="5A860A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hAnsi="Corbel" w:eastAsia="Corbel" w:cs="Corbel"/>
                <w:sz w:val="24"/>
                <w:szCs w:val="24"/>
              </w:rPr>
              <w:t>91% -  100% - bardzo dobry</w:t>
            </w:r>
          </w:p>
          <w:p w:rsidRPr="009C54AE" w:rsidR="0085747A" w:rsidP="00145650" w:rsidRDefault="0085747A" w14:paraId="4E299F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:rsidRPr="009C54AE" w:rsidR="0085747A" w:rsidP="009C54AE" w:rsidRDefault="0085747A" w14:paraId="44E36F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437977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43FC2518" w14:paraId="4487856A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43B9D63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B5CDC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3FC2518" w14:paraId="39FBC036" w14:textId="77777777">
        <w:tc>
          <w:tcPr>
            <w:tcW w:w="4962" w:type="dxa"/>
            <w:tcMar/>
          </w:tcPr>
          <w:p w:rsidRPr="009C54AE" w:rsidR="0085747A" w:rsidP="0065662D" w:rsidRDefault="00C61DC5" w14:paraId="1E161751" w14:textId="63C30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43FC2518" w:rsidRDefault="00C42F0B" w14:paraId="50892FCE" w14:textId="318FBF13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3FC2518" w:rsidR="43FC251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43FC2518" w14:paraId="53D77A7B" w14:textId="77777777">
        <w:tc>
          <w:tcPr>
            <w:tcW w:w="4962" w:type="dxa"/>
            <w:tcMar/>
          </w:tcPr>
          <w:p w:rsidRPr="009C54AE" w:rsidR="00C61DC5" w:rsidP="009C54AE" w:rsidRDefault="00C61DC5" w14:paraId="0A09B1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30E3E7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43FC2518" w:rsidRDefault="001B1A2D" w14:paraId="32326EF5" w14:textId="3E6C653C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3FC2518" w:rsidR="43FC25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43FC2518" w14:paraId="7E93EC5C" w14:textId="77777777">
        <w:tc>
          <w:tcPr>
            <w:tcW w:w="4962" w:type="dxa"/>
            <w:tcMar/>
          </w:tcPr>
          <w:p w:rsidRPr="009C54AE" w:rsidR="00C61DC5" w:rsidP="0065662D" w:rsidRDefault="00C61DC5" w14:paraId="0C82937C" w14:textId="43B3CA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C61DC5" w:rsidP="00C42F0B" w:rsidRDefault="001B1A2D" w14:paraId="0860A483" w14:textId="5464C7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3FC2518" w:rsidR="490991A8">
              <w:rPr>
                <w:rFonts w:ascii="Corbel" w:hAnsi="Corbel"/>
                <w:sz w:val="24"/>
                <w:szCs w:val="24"/>
              </w:rPr>
              <w:t>4</w:t>
            </w:r>
            <w:r w:rsidRPr="43FC2518" w:rsidR="196DF9E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43FC2518" w14:paraId="534C9998" w14:textId="77777777">
        <w:tc>
          <w:tcPr>
            <w:tcW w:w="4962" w:type="dxa"/>
            <w:tcMar/>
          </w:tcPr>
          <w:p w:rsidRPr="009C54AE" w:rsidR="0085747A" w:rsidP="009C54AE" w:rsidRDefault="0085747A" w14:paraId="0BDF7D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43FC2518" w:rsidRDefault="00C42F0B" w14:paraId="17D14B90" w14:textId="2853B9A4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3FC2518" w:rsidR="43FC25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43FC2518" w14:paraId="0C4A5071" w14:textId="77777777">
        <w:tc>
          <w:tcPr>
            <w:tcW w:w="4962" w:type="dxa"/>
            <w:tcMar/>
          </w:tcPr>
          <w:p w:rsidRPr="009C54AE" w:rsidR="0085747A" w:rsidP="009C54AE" w:rsidRDefault="0085747A" w14:paraId="3CAD44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</w:tcPr>
          <w:p w:rsidRPr="009C54AE" w:rsidR="0085747A" w:rsidP="43FC2518" w:rsidRDefault="00C42F0B" w14:paraId="5E2D5608" w14:textId="3BC5B758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3FC2518" w:rsid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9FCC93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11C0AF8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81AB8BE" w14:textId="284B39D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4F53C3" w14:paraId="4F3390A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42E1D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684CD7" w:rsidRDefault="00CD7195" w14:paraId="183548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4F53C3" w14:paraId="3C7BF012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84096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684CD7" w:rsidRDefault="00CD7195" w14:paraId="30D027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9B5ACA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9AD02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65662D" w:rsidR="0085747A" w:rsidTr="00684CD7" w14:paraId="6B009D48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0D353500" w14:textId="52CF1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Pr="00370754" w:rsidR="00370754" w:rsidP="00684CD7" w:rsidRDefault="00370754" w14:paraId="6EC177C5" w14:textId="5941F62A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Statystyka : zastosowania w ekonomii : analiza struktury zbiorowości statystycznej, szeregów czasowych oraz współzależności zjawisk / Hanna G. Adamkiewicz. - Gdańsk : Ośrodek Doradztwa i Doskonalenia Kadr,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. 1996.</w:t>
            </w:r>
          </w:p>
          <w:p w:rsidRPr="00370754" w:rsidR="00370754" w:rsidP="00684CD7" w:rsidRDefault="00370754" w14:paraId="528D85F1" w14:textId="170879B3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Turyna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. - Wyd. 3 zm. - Warszawa :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:rsidR="00C42F0B" w:rsidP="00684CD7" w:rsidRDefault="00370754" w14:paraId="222C6B52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:rsidRPr="00370754" w:rsidR="007C6C3A" w:rsidP="00684CD7" w:rsidRDefault="007C6C3A" w14:paraId="47FDB474" w14:textId="0DF96D0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Nieliniowa dynamika szeregów czasowych w badaniach ekonomicznych / Marek Nowiński. - Wrocław : Wydaw.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Pr="0065662D" w:rsidR="0085747A" w:rsidTr="00684CD7" w14:paraId="3958F73F" w14:textId="77777777">
        <w:trPr>
          <w:trHeight w:val="397"/>
        </w:trPr>
        <w:tc>
          <w:tcPr>
            <w:tcW w:w="5000" w:type="pct"/>
          </w:tcPr>
          <w:p w:rsidRPr="0065662D" w:rsidR="0085747A" w:rsidP="009C54AE" w:rsidRDefault="0085747A" w14:paraId="119EC1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Pr="00370754" w:rsidR="00370754" w:rsidP="00684CD7" w:rsidRDefault="00370754" w14:paraId="47F9BA43" w14:textId="3D3C7C9E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:rsidR="00C42F0B" w:rsidP="00684CD7" w:rsidRDefault="00370754" w14:paraId="4D721E09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:rsidRPr="007C6C3A" w:rsidR="007C6C3A" w:rsidP="00684CD7" w:rsidRDefault="007C6C3A" w14:paraId="047EEE14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Oszczędności i rozpiętości dochodowe a dynamika gospodarcza : interakcje na przykładzie Polski / Bogumiła Szopa, Paweł Kawa, Jan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Kultys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- Kraków : Wydaw. Akademii Ekonomicznej, 2007.</w:t>
            </w:r>
          </w:p>
          <w:p w:rsidRPr="00B42849" w:rsidR="007C6C3A" w:rsidP="00684CD7" w:rsidRDefault="007C6C3A" w14:paraId="1C5B04D8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Spirala wzrostu : pieniądz, energia i kreatywność w dynamice procesów rynkowych / Hans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Christoph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Binswanger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; przekł. [z niem.] Joanna Gilewicz. - Poznań : Zysk i S-ka Wydawnictwo,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2011.</w:t>
            </w:r>
          </w:p>
          <w:p w:rsidRPr="00370754" w:rsidR="00B42849" w:rsidP="00684CD7" w:rsidRDefault="00B42849" w14:paraId="7B6A5557" w14:textId="03E5A5E4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Zamożność dochodowa gospodarstw domowych : determinanty, dynamika, zróżnicowanie przestrzenne / Anna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Sączewska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-Piotrowska. - Katowice : Wydawnictwo Uniwersytetu Ekonomicznego, 2018.</w:t>
            </w:r>
          </w:p>
        </w:tc>
      </w:tr>
    </w:tbl>
    <w:p w:rsidRPr="009C54AE" w:rsidR="0085747A" w:rsidP="009C54AE" w:rsidRDefault="0085747A" w14:paraId="2512037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1C46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ABAF53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16B" w:rsidP="00C16ABF" w:rsidRDefault="002E716B" w14:paraId="6251B166" w14:textId="77777777">
      <w:pPr>
        <w:spacing w:after="0" w:line="240" w:lineRule="auto"/>
      </w:pPr>
      <w:r>
        <w:separator/>
      </w:r>
    </w:p>
  </w:endnote>
  <w:endnote w:type="continuationSeparator" w:id="0">
    <w:p w:rsidR="002E716B" w:rsidP="00C16ABF" w:rsidRDefault="002E716B" w14:paraId="355252B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16B" w:rsidP="00C16ABF" w:rsidRDefault="002E716B" w14:paraId="5A3AFD3B" w14:textId="77777777">
      <w:pPr>
        <w:spacing w:after="0" w:line="240" w:lineRule="auto"/>
      </w:pPr>
      <w:r>
        <w:separator/>
      </w:r>
    </w:p>
  </w:footnote>
  <w:footnote w:type="continuationSeparator" w:id="0">
    <w:p w:rsidR="002E716B" w:rsidP="00C16ABF" w:rsidRDefault="002E716B" w14:paraId="527ABF8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716B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1176"/>
    <w:rsid w:val="003C0BAE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26B9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496E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144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3B85"/>
    <w:rsid w:val="00A97DE1"/>
    <w:rsid w:val="00AB053C"/>
    <w:rsid w:val="00AB19B9"/>
    <w:rsid w:val="00AD1146"/>
    <w:rsid w:val="00AD27D3"/>
    <w:rsid w:val="00AD66D6"/>
    <w:rsid w:val="00AE1160"/>
    <w:rsid w:val="00AE203C"/>
    <w:rsid w:val="00AE21AC"/>
    <w:rsid w:val="00AE2E74"/>
    <w:rsid w:val="00AE5FCB"/>
    <w:rsid w:val="00AF2C1E"/>
    <w:rsid w:val="00B06142"/>
    <w:rsid w:val="00B1311E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24C1"/>
    <w:rsid w:val="00C36992"/>
    <w:rsid w:val="00C37677"/>
    <w:rsid w:val="00C42F0B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4D3"/>
    <w:rsid w:val="00D8678B"/>
    <w:rsid w:val="00DA2114"/>
    <w:rsid w:val="00DC2B6A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12D6"/>
    <w:rsid w:val="00E51E44"/>
    <w:rsid w:val="00E63348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5AA"/>
    <w:rsid w:val="00F27A7B"/>
    <w:rsid w:val="00F526AF"/>
    <w:rsid w:val="00F617C3"/>
    <w:rsid w:val="00F7066B"/>
    <w:rsid w:val="00F83B28"/>
    <w:rsid w:val="00F9455B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96DF9E4"/>
    <w:rsid w:val="1BF5B673"/>
    <w:rsid w:val="1F2D5735"/>
    <w:rsid w:val="2675C484"/>
    <w:rsid w:val="29F757D0"/>
    <w:rsid w:val="30A094F9"/>
    <w:rsid w:val="32830947"/>
    <w:rsid w:val="33E20215"/>
    <w:rsid w:val="3DC00739"/>
    <w:rsid w:val="43FC2518"/>
    <w:rsid w:val="4591CB7D"/>
    <w:rsid w:val="47E3EF7A"/>
    <w:rsid w:val="490991A8"/>
    <w:rsid w:val="5B006390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145650"/>
  </w:style>
  <w:style w:type="character" w:styleId="spellingerror" w:customStyle="1">
    <w:name w:val="spellingerror"/>
    <w:basedOn w:val="Domylnaczcionkaakapitu"/>
    <w:rsid w:val="00145650"/>
  </w:style>
  <w:style w:type="character" w:styleId="eop" w:customStyle="1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48B74-90C4-4216-81AE-4682502E1A6D}"/>
</file>

<file path=customXml/itemProps2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77272E-7DD6-4B67-BAA7-65F902639EC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19</revision>
  <lastPrinted>2019-01-21T08:18:00.0000000Z</lastPrinted>
  <dcterms:created xsi:type="dcterms:W3CDTF">2020-11-14T19:12:00.0000000Z</dcterms:created>
  <dcterms:modified xsi:type="dcterms:W3CDTF">2022-06-03T01:22:41.4807125Z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